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9E7" w:rsidRPr="00FA7A4E" w:rsidRDefault="006819E7" w:rsidP="002E1EE7">
      <w:pPr>
        <w:jc w:val="center"/>
        <w:rPr>
          <w:rStyle w:val="Strong"/>
          <w:b w:val="0"/>
          <w:color w:val="333333"/>
          <w:szCs w:val="28"/>
        </w:rPr>
      </w:pPr>
      <w:r w:rsidRPr="00FA7A4E">
        <w:rPr>
          <w:rStyle w:val="Strong"/>
          <w:b w:val="0"/>
          <w:color w:val="333333"/>
          <w:szCs w:val="28"/>
        </w:rPr>
        <w:t xml:space="preserve">Сведения </w:t>
      </w:r>
    </w:p>
    <w:p w:rsidR="006819E7" w:rsidRPr="00FA7A4E" w:rsidRDefault="006819E7" w:rsidP="002E1EE7">
      <w:pPr>
        <w:spacing w:line="240" w:lineRule="auto"/>
        <w:contextualSpacing/>
        <w:jc w:val="center"/>
        <w:rPr>
          <w:rStyle w:val="Strong"/>
          <w:b w:val="0"/>
          <w:color w:val="333333"/>
          <w:szCs w:val="28"/>
        </w:rPr>
      </w:pPr>
      <w:r w:rsidRPr="00FA7A4E">
        <w:rPr>
          <w:rStyle w:val="Strong"/>
          <w:b w:val="0"/>
          <w:color w:val="333333"/>
          <w:szCs w:val="28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Pr="002E1EE7">
        <w:rPr>
          <w:rStyle w:val="Strong"/>
          <w:b w:val="0"/>
          <w:color w:val="333333"/>
          <w:szCs w:val="28"/>
          <w:u w:val="single"/>
        </w:rPr>
        <w:t>Управления Роскомнадзора по Ярославской области</w:t>
      </w:r>
    </w:p>
    <w:p w:rsidR="006819E7" w:rsidRPr="00FA7A4E" w:rsidRDefault="006819E7" w:rsidP="002E1EE7">
      <w:pPr>
        <w:spacing w:line="240" w:lineRule="auto"/>
        <w:contextualSpacing/>
        <w:jc w:val="center"/>
        <w:rPr>
          <w:rStyle w:val="Strong"/>
          <w:b w:val="0"/>
          <w:color w:val="333333"/>
          <w:sz w:val="22"/>
        </w:rPr>
      </w:pPr>
      <w:r>
        <w:rPr>
          <w:rStyle w:val="Strong"/>
          <w:b w:val="0"/>
          <w:color w:val="333333"/>
          <w:sz w:val="22"/>
        </w:rPr>
        <w:t xml:space="preserve">                                                                                                 </w:t>
      </w:r>
      <w:r w:rsidRPr="00FA7A4E">
        <w:rPr>
          <w:rStyle w:val="Strong"/>
          <w:b w:val="0"/>
          <w:color w:val="333333"/>
          <w:sz w:val="22"/>
        </w:rPr>
        <w:t>(наименование территориального органа Роскомнадзора)</w:t>
      </w:r>
    </w:p>
    <w:p w:rsidR="006819E7" w:rsidRPr="00FA7A4E" w:rsidRDefault="006819E7" w:rsidP="002E1EE7">
      <w:pPr>
        <w:spacing w:line="240" w:lineRule="auto"/>
        <w:contextualSpacing/>
        <w:jc w:val="center"/>
        <w:rPr>
          <w:rStyle w:val="Strong"/>
          <w:b w:val="0"/>
          <w:color w:val="333333"/>
          <w:szCs w:val="28"/>
        </w:rPr>
      </w:pPr>
      <w:r w:rsidRPr="00FA7A4E">
        <w:rPr>
          <w:rStyle w:val="Strong"/>
          <w:b w:val="0"/>
          <w:color w:val="333333"/>
          <w:szCs w:val="28"/>
        </w:rPr>
        <w:t xml:space="preserve">за период с 1 января </w:t>
      </w:r>
      <w:smartTag w:uri="urn:schemas-microsoft-com:office:smarttags" w:element="metricconverter">
        <w:smartTagPr>
          <w:attr w:name="ProductID" w:val="2016 г"/>
        </w:smartTagPr>
        <w:r w:rsidRPr="00FA7A4E">
          <w:rPr>
            <w:rStyle w:val="Strong"/>
            <w:b w:val="0"/>
            <w:color w:val="333333"/>
            <w:szCs w:val="28"/>
          </w:rPr>
          <w:t>20</w:t>
        </w:r>
        <w:r>
          <w:rPr>
            <w:rStyle w:val="Strong"/>
            <w:b w:val="0"/>
            <w:color w:val="333333"/>
            <w:szCs w:val="28"/>
          </w:rPr>
          <w:t>16</w:t>
        </w:r>
        <w:r w:rsidRPr="00FA7A4E">
          <w:rPr>
            <w:rStyle w:val="Strong"/>
            <w:b w:val="0"/>
            <w:color w:val="333333"/>
            <w:szCs w:val="28"/>
          </w:rPr>
          <w:t xml:space="preserve"> г</w:t>
        </w:r>
      </w:smartTag>
      <w:r w:rsidRPr="00FA7A4E">
        <w:rPr>
          <w:rStyle w:val="Strong"/>
          <w:b w:val="0"/>
          <w:color w:val="333333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6 г"/>
        </w:smartTagPr>
        <w:r w:rsidRPr="00FA7A4E">
          <w:rPr>
            <w:rStyle w:val="Strong"/>
            <w:b w:val="0"/>
            <w:color w:val="333333"/>
            <w:szCs w:val="28"/>
          </w:rPr>
          <w:t>20</w:t>
        </w:r>
        <w:r>
          <w:rPr>
            <w:rStyle w:val="Strong"/>
            <w:b w:val="0"/>
            <w:color w:val="333333"/>
            <w:szCs w:val="28"/>
          </w:rPr>
          <w:t>16</w:t>
        </w:r>
        <w:r w:rsidRPr="00FA7A4E">
          <w:rPr>
            <w:rStyle w:val="Strong"/>
            <w:b w:val="0"/>
            <w:color w:val="333333"/>
            <w:szCs w:val="28"/>
          </w:rPr>
          <w:t xml:space="preserve"> г</w:t>
        </w:r>
      </w:smartTag>
      <w:r w:rsidRPr="00FA7A4E">
        <w:rPr>
          <w:rStyle w:val="Strong"/>
          <w:b w:val="0"/>
          <w:color w:val="333333"/>
          <w:szCs w:val="28"/>
        </w:rPr>
        <w:t xml:space="preserve">. </w:t>
      </w:r>
    </w:p>
    <w:p w:rsidR="006819E7" w:rsidRDefault="006819E7" w:rsidP="002E1EE7"/>
    <w:tbl>
      <w:tblPr>
        <w:tblW w:w="156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622"/>
        <w:gridCol w:w="1363"/>
        <w:gridCol w:w="1843"/>
        <w:gridCol w:w="1134"/>
        <w:gridCol w:w="1134"/>
        <w:gridCol w:w="850"/>
        <w:gridCol w:w="993"/>
        <w:gridCol w:w="992"/>
        <w:gridCol w:w="850"/>
        <w:gridCol w:w="851"/>
        <w:gridCol w:w="1559"/>
        <w:gridCol w:w="1276"/>
        <w:gridCol w:w="2207"/>
      </w:tblGrid>
      <w:tr w:rsidR="006819E7" w:rsidRPr="009C7F3F" w:rsidTr="009C7F3F">
        <w:trPr>
          <w:trHeight w:val="640"/>
        </w:trPr>
        <w:tc>
          <w:tcPr>
            <w:tcW w:w="622" w:type="dxa"/>
            <w:vMerge w:val="restart"/>
          </w:tcPr>
          <w:p w:rsidR="006819E7" w:rsidRPr="009C7F3F" w:rsidRDefault="006819E7" w:rsidP="009C7F3F">
            <w:pPr>
              <w:spacing w:after="0" w:line="240" w:lineRule="auto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 xml:space="preserve">№пп </w:t>
            </w:r>
          </w:p>
        </w:tc>
        <w:tc>
          <w:tcPr>
            <w:tcW w:w="1363" w:type="dxa"/>
            <w:vMerge w:val="restart"/>
          </w:tcPr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</w:tcPr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Должность</w:t>
            </w:r>
          </w:p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4"/>
          </w:tcPr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693" w:type="dxa"/>
            <w:gridSpan w:val="3"/>
          </w:tcPr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Транспортные средства, (вид, марка), принадлежащие на праве собственности</w:t>
            </w:r>
          </w:p>
        </w:tc>
        <w:tc>
          <w:tcPr>
            <w:tcW w:w="1276" w:type="dxa"/>
            <w:vMerge w:val="restart"/>
          </w:tcPr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Декларированный годовой доход</w:t>
            </w:r>
          </w:p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(руб.)</w:t>
            </w:r>
          </w:p>
        </w:tc>
        <w:tc>
          <w:tcPr>
            <w:tcW w:w="2207" w:type="dxa"/>
            <w:vMerge w:val="restart"/>
          </w:tcPr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6819E7" w:rsidRPr="009C7F3F" w:rsidTr="009C7F3F">
        <w:trPr>
          <w:trHeight w:val="640"/>
        </w:trPr>
        <w:tc>
          <w:tcPr>
            <w:tcW w:w="622" w:type="dxa"/>
            <w:vMerge/>
          </w:tcPr>
          <w:p w:rsidR="006819E7" w:rsidRPr="009C7F3F" w:rsidRDefault="006819E7" w:rsidP="009C7F3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:rsidR="006819E7" w:rsidRPr="009C7F3F" w:rsidRDefault="006819E7" w:rsidP="009C7F3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819E7" w:rsidRPr="009C7F3F" w:rsidRDefault="006819E7" w:rsidP="009C7F3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50" w:type="dxa"/>
          </w:tcPr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993" w:type="dxa"/>
          </w:tcPr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</w:tcPr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851" w:type="dxa"/>
          </w:tcPr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страна располо-жения</w:t>
            </w:r>
          </w:p>
        </w:tc>
        <w:tc>
          <w:tcPr>
            <w:tcW w:w="1559" w:type="dxa"/>
            <w:vMerge/>
          </w:tcPr>
          <w:p w:rsidR="006819E7" w:rsidRPr="009C7F3F" w:rsidRDefault="006819E7" w:rsidP="009C7F3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819E7" w:rsidRPr="009C7F3F" w:rsidRDefault="006819E7" w:rsidP="009C7F3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07" w:type="dxa"/>
            <w:vMerge/>
          </w:tcPr>
          <w:p w:rsidR="006819E7" w:rsidRPr="009C7F3F" w:rsidRDefault="006819E7" w:rsidP="009C7F3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819E7" w:rsidRPr="009C7F3F" w:rsidTr="009C7F3F">
        <w:tc>
          <w:tcPr>
            <w:tcW w:w="622" w:type="dxa"/>
            <w:vMerge w:val="restart"/>
          </w:tcPr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1</w:t>
            </w:r>
          </w:p>
        </w:tc>
        <w:tc>
          <w:tcPr>
            <w:tcW w:w="1363" w:type="dxa"/>
            <w:vMerge w:val="restart"/>
          </w:tcPr>
          <w:p w:rsidR="006819E7" w:rsidRPr="009C7F3F" w:rsidRDefault="006819E7" w:rsidP="009C7F3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Касимова О.Н.</w:t>
            </w:r>
          </w:p>
        </w:tc>
        <w:tc>
          <w:tcPr>
            <w:tcW w:w="1843" w:type="dxa"/>
            <w:vMerge w:val="restart"/>
          </w:tcPr>
          <w:p w:rsidR="006819E7" w:rsidRPr="009C7F3F" w:rsidRDefault="006819E7" w:rsidP="009C7F3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</w:t>
            </w:r>
            <w:r w:rsidRPr="009C7F3F">
              <w:rPr>
                <w:sz w:val="24"/>
                <w:szCs w:val="24"/>
              </w:rPr>
              <w:t>руководитель Управления Роскомнадзора по Ярославской области</w:t>
            </w:r>
          </w:p>
        </w:tc>
        <w:tc>
          <w:tcPr>
            <w:tcW w:w="1134" w:type="dxa"/>
          </w:tcPr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819E7" w:rsidRDefault="006819E7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индиви-</w:t>
            </w:r>
          </w:p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дуальная</w:t>
            </w:r>
          </w:p>
        </w:tc>
        <w:tc>
          <w:tcPr>
            <w:tcW w:w="850" w:type="dxa"/>
          </w:tcPr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45,4</w:t>
            </w:r>
          </w:p>
        </w:tc>
        <w:tc>
          <w:tcPr>
            <w:tcW w:w="993" w:type="dxa"/>
          </w:tcPr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 xml:space="preserve">легковой автомобиль </w:t>
            </w:r>
            <w:r>
              <w:rPr>
                <w:sz w:val="24"/>
                <w:szCs w:val="24"/>
              </w:rPr>
              <w:t xml:space="preserve">ШЕВРОЛЕ </w:t>
            </w:r>
            <w:r>
              <w:rPr>
                <w:sz w:val="24"/>
                <w:szCs w:val="24"/>
                <w:lang w:val="en-US"/>
              </w:rPr>
              <w:t>KLAS</w:t>
            </w:r>
            <w:r w:rsidRPr="00141F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AVEO</w:t>
            </w:r>
          </w:p>
        </w:tc>
        <w:tc>
          <w:tcPr>
            <w:tcW w:w="1276" w:type="dxa"/>
            <w:vMerge w:val="restart"/>
          </w:tcPr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524 798,95</w:t>
            </w:r>
          </w:p>
        </w:tc>
        <w:tc>
          <w:tcPr>
            <w:tcW w:w="2207" w:type="dxa"/>
            <w:vMerge w:val="restart"/>
          </w:tcPr>
          <w:p w:rsidR="006819E7" w:rsidRPr="009C7F3F" w:rsidRDefault="006819E7" w:rsidP="009C7F3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накопления за предыдущие годы, кредитный договор, ипотека (квартира)</w:t>
            </w:r>
          </w:p>
        </w:tc>
      </w:tr>
      <w:tr w:rsidR="006819E7" w:rsidRPr="009C7F3F" w:rsidTr="009C7F3F">
        <w:tc>
          <w:tcPr>
            <w:tcW w:w="622" w:type="dxa"/>
            <w:vMerge/>
          </w:tcPr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6819E7" w:rsidRDefault="006819E7" w:rsidP="009C7F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819E7" w:rsidRDefault="006819E7" w:rsidP="009C7F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 находящийся в составе дачных, садоводческих и огороднических объединений</w:t>
            </w:r>
          </w:p>
        </w:tc>
        <w:tc>
          <w:tcPr>
            <w:tcW w:w="1134" w:type="dxa"/>
          </w:tcPr>
          <w:p w:rsidR="006819E7" w:rsidRDefault="006819E7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индиви-</w:t>
            </w:r>
          </w:p>
          <w:p w:rsidR="006819E7" w:rsidRDefault="006819E7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дуальная</w:t>
            </w:r>
          </w:p>
        </w:tc>
        <w:tc>
          <w:tcPr>
            <w:tcW w:w="850" w:type="dxa"/>
          </w:tcPr>
          <w:p w:rsidR="006819E7" w:rsidRDefault="006819E7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362,0</w:t>
            </w:r>
          </w:p>
        </w:tc>
        <w:tc>
          <w:tcPr>
            <w:tcW w:w="993" w:type="dxa"/>
          </w:tcPr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/>
          </w:tcPr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819E7" w:rsidRDefault="006819E7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07" w:type="dxa"/>
            <w:vMerge/>
          </w:tcPr>
          <w:p w:rsidR="006819E7" w:rsidRPr="009C7F3F" w:rsidRDefault="006819E7" w:rsidP="009C7F3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19E7" w:rsidRPr="009C7F3F" w:rsidTr="009C7F3F">
        <w:tc>
          <w:tcPr>
            <w:tcW w:w="622" w:type="dxa"/>
          </w:tcPr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2</w:t>
            </w:r>
          </w:p>
        </w:tc>
        <w:tc>
          <w:tcPr>
            <w:tcW w:w="1363" w:type="dxa"/>
          </w:tcPr>
          <w:p w:rsidR="006819E7" w:rsidRPr="009C7F3F" w:rsidRDefault="006819E7" w:rsidP="009C7F3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несовершен-нолетняя дочь</w:t>
            </w:r>
          </w:p>
        </w:tc>
        <w:tc>
          <w:tcPr>
            <w:tcW w:w="1843" w:type="dxa"/>
          </w:tcPr>
          <w:p w:rsidR="006819E7" w:rsidRPr="009C7F3F" w:rsidRDefault="006819E7" w:rsidP="009C7F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</w:tcPr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45,4</w:t>
            </w:r>
          </w:p>
        </w:tc>
        <w:tc>
          <w:tcPr>
            <w:tcW w:w="851" w:type="dxa"/>
          </w:tcPr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207" w:type="dxa"/>
          </w:tcPr>
          <w:p w:rsidR="006819E7" w:rsidRPr="009C7F3F" w:rsidRDefault="006819E7" w:rsidP="009C7F3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19E7" w:rsidRPr="009C7F3F" w:rsidTr="009C7F3F">
        <w:tc>
          <w:tcPr>
            <w:tcW w:w="622" w:type="dxa"/>
          </w:tcPr>
          <w:p w:rsidR="006819E7" w:rsidRPr="009C7F3F" w:rsidRDefault="006819E7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63" w:type="dxa"/>
          </w:tcPr>
          <w:p w:rsidR="006819E7" w:rsidRPr="009C7F3F" w:rsidRDefault="006819E7" w:rsidP="0002250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несовершен-нолетний сын</w:t>
            </w:r>
          </w:p>
        </w:tc>
        <w:tc>
          <w:tcPr>
            <w:tcW w:w="1843" w:type="dxa"/>
          </w:tcPr>
          <w:p w:rsidR="006819E7" w:rsidRPr="009C7F3F" w:rsidRDefault="006819E7" w:rsidP="0002250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819E7" w:rsidRPr="009C7F3F" w:rsidRDefault="006819E7" w:rsidP="000225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</w:tcPr>
          <w:p w:rsidR="006819E7" w:rsidRPr="009C7F3F" w:rsidRDefault="006819E7" w:rsidP="000225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819E7" w:rsidRPr="009C7F3F" w:rsidRDefault="006819E7" w:rsidP="000225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819E7" w:rsidRPr="009C7F3F" w:rsidRDefault="006819E7" w:rsidP="000225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819E7" w:rsidRPr="009C7F3F" w:rsidRDefault="006819E7" w:rsidP="000225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6819E7" w:rsidRPr="009C7F3F" w:rsidRDefault="006819E7" w:rsidP="000225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851" w:type="dxa"/>
          </w:tcPr>
          <w:p w:rsidR="006819E7" w:rsidRPr="009C7F3F" w:rsidRDefault="006819E7" w:rsidP="000225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6819E7" w:rsidRPr="009C7F3F" w:rsidRDefault="006819E7" w:rsidP="000225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6819E7" w:rsidRPr="009C7F3F" w:rsidRDefault="006819E7" w:rsidP="000225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207" w:type="dxa"/>
          </w:tcPr>
          <w:p w:rsidR="006819E7" w:rsidRPr="009C7F3F" w:rsidRDefault="006819E7" w:rsidP="0002250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6819E7" w:rsidRDefault="006819E7" w:rsidP="002E1EE7">
      <w:pPr>
        <w:jc w:val="both"/>
        <w:rPr>
          <w:rStyle w:val="Strong"/>
          <w:color w:val="333333"/>
          <w:sz w:val="24"/>
          <w:szCs w:val="24"/>
        </w:rPr>
      </w:pPr>
    </w:p>
    <w:p w:rsidR="006819E7" w:rsidRPr="003E6777" w:rsidRDefault="006819E7" w:rsidP="002E1EE7">
      <w:pPr>
        <w:jc w:val="both"/>
        <w:rPr>
          <w:b/>
          <w:color w:val="FF0000"/>
          <w:sz w:val="24"/>
          <w:szCs w:val="24"/>
        </w:rPr>
      </w:pPr>
      <w:r w:rsidRPr="003E6777">
        <w:rPr>
          <w:rStyle w:val="Strong"/>
          <w:color w:val="333333"/>
          <w:sz w:val="24"/>
          <w:szCs w:val="24"/>
        </w:rPr>
        <w:t>*</w:t>
      </w:r>
      <w:r>
        <w:rPr>
          <w:rStyle w:val="Strong"/>
          <w:color w:val="333333"/>
          <w:sz w:val="24"/>
          <w:szCs w:val="24"/>
        </w:rPr>
        <w:t>*</w:t>
      </w:r>
      <w:r w:rsidRPr="003E6777">
        <w:rPr>
          <w:rStyle w:val="Strong"/>
          <w:color w:val="333333"/>
          <w:sz w:val="24"/>
          <w:szCs w:val="24"/>
        </w:rPr>
        <w:t xml:space="preserve">) </w:t>
      </w:r>
      <w:r w:rsidRPr="0021497B">
        <w:rPr>
          <w:rStyle w:val="Strong"/>
          <w:b w:val="0"/>
          <w:color w:val="333333"/>
          <w:sz w:val="24"/>
          <w:szCs w:val="24"/>
        </w:rPr>
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</w:t>
      </w:r>
      <w:r>
        <w:rPr>
          <w:rStyle w:val="Strong"/>
          <w:b w:val="0"/>
          <w:color w:val="333333"/>
          <w:sz w:val="24"/>
          <w:szCs w:val="24"/>
        </w:rPr>
        <w:t xml:space="preserve">служащего </w:t>
      </w:r>
      <w:r w:rsidRPr="0021497B">
        <w:rPr>
          <w:rStyle w:val="Strong"/>
          <w:b w:val="0"/>
          <w:color w:val="333333"/>
          <w:sz w:val="24"/>
          <w:szCs w:val="24"/>
        </w:rPr>
        <w:t>и его супруга (супруги) за три последних года, предшествующих совершению сделки</w:t>
      </w:r>
      <w:r>
        <w:rPr>
          <w:rStyle w:val="Strong"/>
          <w:b w:val="0"/>
          <w:color w:val="333333"/>
          <w:sz w:val="24"/>
          <w:szCs w:val="24"/>
        </w:rPr>
        <w:t>.</w:t>
      </w:r>
      <w:bookmarkStart w:id="0" w:name="_GoBack"/>
      <w:bookmarkEnd w:id="0"/>
    </w:p>
    <w:p w:rsidR="006819E7" w:rsidRDefault="006819E7" w:rsidP="002E1EE7"/>
    <w:p w:rsidR="006819E7" w:rsidRDefault="006819E7"/>
    <w:sectPr w:rsidR="006819E7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1EE7"/>
    <w:rsid w:val="00022500"/>
    <w:rsid w:val="000659CF"/>
    <w:rsid w:val="00141F5A"/>
    <w:rsid w:val="0021497B"/>
    <w:rsid w:val="00226C1D"/>
    <w:rsid w:val="002E1EE7"/>
    <w:rsid w:val="00332B5F"/>
    <w:rsid w:val="003E6777"/>
    <w:rsid w:val="00441080"/>
    <w:rsid w:val="004434F4"/>
    <w:rsid w:val="004E7B26"/>
    <w:rsid w:val="005911A5"/>
    <w:rsid w:val="00612B6F"/>
    <w:rsid w:val="006819E7"/>
    <w:rsid w:val="00773DD6"/>
    <w:rsid w:val="00785856"/>
    <w:rsid w:val="00942031"/>
    <w:rsid w:val="009952B2"/>
    <w:rsid w:val="009C7F3F"/>
    <w:rsid w:val="009E649F"/>
    <w:rsid w:val="00BF4957"/>
    <w:rsid w:val="00C04D32"/>
    <w:rsid w:val="00CC2BBB"/>
    <w:rsid w:val="00CE1775"/>
    <w:rsid w:val="00D41DE6"/>
    <w:rsid w:val="00F901DF"/>
    <w:rsid w:val="00FA7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EE7"/>
    <w:pPr>
      <w:spacing w:after="200" w:line="276" w:lineRule="auto"/>
    </w:pPr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2E1EE7"/>
    <w:rPr>
      <w:rFonts w:cs="Times New Roman"/>
      <w:b/>
      <w:bCs/>
    </w:rPr>
  </w:style>
  <w:style w:type="table" w:styleId="TableGrid">
    <w:name w:val="Table Grid"/>
    <w:basedOn w:val="TableNormal"/>
    <w:uiPriority w:val="99"/>
    <w:rsid w:val="002E1EE7"/>
    <w:rPr>
      <w:rFonts w:ascii="Times New Roman" w:hAnsi="Times New Roman"/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2</Pages>
  <Words>299</Words>
  <Characters>1709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EIS-BOLMOSOVA</dc:creator>
  <cp:keywords/>
  <dc:description/>
  <cp:lastModifiedBy>Bolmosova</cp:lastModifiedBy>
  <cp:revision>5</cp:revision>
  <dcterms:created xsi:type="dcterms:W3CDTF">2017-03-29T11:42:00Z</dcterms:created>
  <dcterms:modified xsi:type="dcterms:W3CDTF">2017-03-29T12:05:00Z</dcterms:modified>
</cp:coreProperties>
</file>